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Projekt umowy Rodo.docx</dmsv2BaseFileName>
    <dmsv2BaseDisplayName xmlns="http://schemas.microsoft.com/sharepoint/v3">Załącznik nr 6 do SWZ - Projekt umowy Rodo</dmsv2BaseDisplayName>
    <dmsv2SWPP2ObjectNumber xmlns="http://schemas.microsoft.com/sharepoint/v3">POST/DYS/OLD/GZ/00091/2026                        </dmsv2SWPP2ObjectNumber>
    <dmsv2SWPP2SumMD5 xmlns="http://schemas.microsoft.com/sharepoint/v3">65bd647ed2b357d69d684d3a0bf76258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24128560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JEUP5JKVCYQC-1092029480-2228</_dlc_DocId>
    <_dlc_DocIdUrl xmlns="a19cb1c7-c5c7-46d4-85ae-d83685407bba">
      <Url>https://swpp2.dms.gkpge.pl/sites/41/_layouts/15/DocIdRedir.aspx?ID=JEUP5JKVCYQC-1092029480-2228</Url>
      <Description>JEUP5JKVCYQC-1092029480-2228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BC5BBD1F-A5B3-491A-8233-FE89030FC8AF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1818DA8-F097-4BCD-A868-6A9522C89BE5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1cac23bd-d846-4bfe-9787-0a71061e75e2</vt:lpwstr>
  </property>
</Properties>
</file>